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3C3D2" w14:textId="77777777" w:rsidR="00DA39B5" w:rsidRPr="00EC15BC" w:rsidRDefault="00DA39B5" w:rsidP="00DA39B5">
      <w:pPr>
        <w:jc w:val="center"/>
        <w:rPr>
          <w:b/>
          <w:u w:val="single"/>
        </w:rPr>
      </w:pPr>
      <w:r w:rsidRPr="00EC15BC">
        <w:rPr>
          <w:b/>
          <w:u w:val="single"/>
        </w:rPr>
        <w:t>THE SPEECH OF INTRODUCTION</w:t>
      </w:r>
    </w:p>
    <w:p w14:paraId="729C2767" w14:textId="41428A6D" w:rsidR="00EC15BC" w:rsidRDefault="006D1E34" w:rsidP="00DA39B5">
      <w:r>
        <w:rPr>
          <w:b/>
          <w:noProof/>
        </w:rPr>
        <w:drawing>
          <wp:anchor distT="0" distB="0" distL="114300" distR="114300" simplePos="0" relativeHeight="251656192" behindDoc="0" locked="0" layoutInCell="1" allowOverlap="1" wp14:editId="35455E61">
            <wp:simplePos x="0" y="0"/>
            <wp:positionH relativeFrom="column">
              <wp:posOffset>0</wp:posOffset>
            </wp:positionH>
            <wp:positionV relativeFrom="paragraph">
              <wp:posOffset>167640</wp:posOffset>
            </wp:positionV>
            <wp:extent cx="1329055" cy="1839595"/>
            <wp:effectExtent l="0" t="0" r="0" b="0"/>
            <wp:wrapSquare wrapText="bothSides"/>
            <wp:docPr id="3" name="Picture 3" descr="MCj040427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04279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055" cy="1839595"/>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14:sizeRelH relativeFrom="page">
              <wp14:pctWidth>0</wp14:pctWidth>
            </wp14:sizeRelH>
            <wp14:sizeRelV relativeFrom="page">
              <wp14:pctHeight>0</wp14:pctHeight>
            </wp14:sizeRelV>
          </wp:anchor>
        </w:drawing>
      </w:r>
    </w:p>
    <w:p w14:paraId="6BA08BA2" w14:textId="77777777" w:rsidR="00DA39B5" w:rsidRPr="00EC15BC" w:rsidRDefault="00EC15BC" w:rsidP="00DA39B5">
      <w:pPr>
        <w:rPr>
          <w:b/>
        </w:rPr>
      </w:pPr>
      <w:r w:rsidRPr="00EC15BC">
        <w:rPr>
          <w:b/>
        </w:rPr>
        <w:t>General Information</w:t>
      </w:r>
    </w:p>
    <w:p w14:paraId="0919B161" w14:textId="77777777" w:rsidR="00DA39B5" w:rsidRDefault="00DA39B5" w:rsidP="00DA39B5">
      <w:r>
        <w:tab/>
        <w:t xml:space="preserve">The speech of introduction has called “the most used and the most abused” of the occasional speeches.  The purpose of this speech is to create a desire in the minds of the audience to listen to the speaker and </w:t>
      </w:r>
      <w:r w:rsidR="00EC15BC">
        <w:t>his/</w:t>
      </w:r>
      <w:r>
        <w:t>her message.  It should be tactful, sincere, brief, and enthusiastic.  A speech of introduction should answer the questions:  Why should I listen to the speaker?  Why should I listen to his</w:t>
      </w:r>
      <w:r w:rsidR="00EC15BC">
        <w:t>/her</w:t>
      </w:r>
      <w:r>
        <w:t xml:space="preserve"> subject?  Why should I listen to </w:t>
      </w:r>
      <w:r w:rsidR="00EC15BC" w:rsidRPr="00EC15BC">
        <w:rPr>
          <w:b/>
        </w:rPr>
        <w:t>him/</w:t>
      </w:r>
      <w:r w:rsidRPr="00EC15BC">
        <w:rPr>
          <w:b/>
        </w:rPr>
        <w:t>her</w:t>
      </w:r>
      <w:r>
        <w:t xml:space="preserve"> speak on the subject?  </w:t>
      </w:r>
    </w:p>
    <w:p w14:paraId="39B67C87" w14:textId="77777777" w:rsidR="00DA39B5" w:rsidRDefault="00DA39B5" w:rsidP="00DA39B5">
      <w:r>
        <w:tab/>
        <w:t>The introducer has a threefold responsibility:  (1) to show the relationship between the speaker and the audience; (2) to show the relationship between the audience and the subject; and (3) to show the relationship between the subject and the speaker.  The attention of the audience must be aroused about the speaker as a person.  Interest must be created in the subject by emphasizing its importance or its appropriateness.  Respect must be generated for the speaker by showing why he is qualified to speak on the subject.</w:t>
      </w:r>
    </w:p>
    <w:p w14:paraId="28D419EA" w14:textId="77777777" w:rsidR="00DA39B5" w:rsidRDefault="00DA39B5" w:rsidP="00EC15BC">
      <w:pPr>
        <w:ind w:firstLine="720"/>
      </w:pPr>
      <w:r>
        <w:t xml:space="preserve">A mnemonic device that may serve the person who is called upon unexpectedly to make a speech of introduction is the </w:t>
      </w:r>
      <w:r w:rsidRPr="005A4BCB">
        <w:rPr>
          <w:i/>
        </w:rPr>
        <w:t>S-A-T-S formula</w:t>
      </w:r>
      <w:r>
        <w:t>:</w:t>
      </w:r>
    </w:p>
    <w:p w14:paraId="6BF2FBCC" w14:textId="77777777" w:rsidR="00DA39B5" w:rsidRPr="005A4BCB" w:rsidRDefault="00EC15BC" w:rsidP="00EC15BC">
      <w:pPr>
        <w:tabs>
          <w:tab w:val="left" w:pos="3600"/>
        </w:tabs>
        <w:rPr>
          <w:i/>
        </w:rPr>
      </w:pPr>
      <w:r>
        <w:tab/>
      </w:r>
      <w:r w:rsidR="00DA39B5" w:rsidRPr="005A4BCB">
        <w:rPr>
          <w:i/>
        </w:rPr>
        <w:t>S-peaker</w:t>
      </w:r>
    </w:p>
    <w:p w14:paraId="63B2C07C" w14:textId="77777777" w:rsidR="00DA39B5" w:rsidRPr="005A4BCB" w:rsidRDefault="00EC15BC" w:rsidP="00EC15BC">
      <w:pPr>
        <w:tabs>
          <w:tab w:val="left" w:pos="3600"/>
        </w:tabs>
        <w:rPr>
          <w:i/>
        </w:rPr>
      </w:pPr>
      <w:r w:rsidRPr="005A4BCB">
        <w:rPr>
          <w:i/>
        </w:rPr>
        <w:tab/>
      </w:r>
      <w:r w:rsidR="00DA39B5" w:rsidRPr="005A4BCB">
        <w:rPr>
          <w:i/>
        </w:rPr>
        <w:t>A-udience</w:t>
      </w:r>
    </w:p>
    <w:p w14:paraId="5B8F4D28" w14:textId="77777777" w:rsidR="00DA39B5" w:rsidRPr="005A4BCB" w:rsidRDefault="00EC15BC" w:rsidP="00EC15BC">
      <w:pPr>
        <w:tabs>
          <w:tab w:val="left" w:pos="3600"/>
        </w:tabs>
        <w:rPr>
          <w:i/>
        </w:rPr>
      </w:pPr>
      <w:r w:rsidRPr="005A4BCB">
        <w:rPr>
          <w:i/>
        </w:rPr>
        <w:tab/>
      </w:r>
      <w:r w:rsidR="00DA39B5" w:rsidRPr="005A4BCB">
        <w:rPr>
          <w:i/>
        </w:rPr>
        <w:t>T-ime</w:t>
      </w:r>
    </w:p>
    <w:p w14:paraId="238FD7E4" w14:textId="77777777" w:rsidR="00DA39B5" w:rsidRPr="005A4BCB" w:rsidRDefault="00EC15BC" w:rsidP="00EC15BC">
      <w:pPr>
        <w:tabs>
          <w:tab w:val="left" w:pos="3600"/>
        </w:tabs>
        <w:rPr>
          <w:i/>
        </w:rPr>
      </w:pPr>
      <w:r w:rsidRPr="005A4BCB">
        <w:rPr>
          <w:i/>
        </w:rPr>
        <w:tab/>
      </w:r>
      <w:r w:rsidR="00DA39B5" w:rsidRPr="005A4BCB">
        <w:rPr>
          <w:i/>
        </w:rPr>
        <w:t>S-ubject</w:t>
      </w:r>
    </w:p>
    <w:p w14:paraId="605A0FEE" w14:textId="77777777" w:rsidR="00DA39B5" w:rsidRDefault="00DA39B5" w:rsidP="00EC15BC">
      <w:r>
        <w:t xml:space="preserve">The introducer organizes </w:t>
      </w:r>
      <w:r w:rsidR="00EC15BC">
        <w:t>his/</w:t>
      </w:r>
      <w:r>
        <w:t xml:space="preserve">her speech to answer the question:  Why should we have </w:t>
      </w:r>
      <w:r>
        <w:rPr>
          <w:b/>
        </w:rPr>
        <w:t>this speaker</w:t>
      </w:r>
      <w:r>
        <w:t xml:space="preserve"> for </w:t>
      </w:r>
      <w:r>
        <w:rPr>
          <w:b/>
        </w:rPr>
        <w:t>this audience</w:t>
      </w:r>
      <w:r>
        <w:t xml:space="preserve"> at </w:t>
      </w:r>
      <w:r>
        <w:rPr>
          <w:b/>
        </w:rPr>
        <w:t>this time</w:t>
      </w:r>
      <w:r>
        <w:t xml:space="preserve"> speaking on </w:t>
      </w:r>
      <w:r>
        <w:rPr>
          <w:b/>
        </w:rPr>
        <w:t>this subject</w:t>
      </w:r>
      <w:r>
        <w:t>?</w:t>
      </w:r>
    </w:p>
    <w:p w14:paraId="7A220FF3" w14:textId="77777777" w:rsidR="00DA39B5" w:rsidRDefault="00DA39B5" w:rsidP="00EC15BC">
      <w:pPr>
        <w:ind w:firstLine="720"/>
      </w:pPr>
      <w:r>
        <w:t xml:space="preserve">The manner of delivery should be adjusted to the formality or informality of the occasion.  The design of the speech will vary according to whether emphasis is given to the importance of the </w:t>
      </w:r>
      <w:r w:rsidR="00D07C7F">
        <w:t>speaker</w:t>
      </w:r>
      <w:r>
        <w:t xml:space="preserve"> or the importance of </w:t>
      </w:r>
      <w:r w:rsidR="00EC15BC">
        <w:t>his/</w:t>
      </w:r>
      <w:r>
        <w:t>her subject.  A suggested format to follow for m</w:t>
      </w:r>
      <w:r w:rsidR="00DE27F8">
        <w:t>ost occasions is listed below</w:t>
      </w:r>
      <w:r>
        <w:t xml:space="preserve">.  These </w:t>
      </w:r>
      <w:r w:rsidR="00DE27F8">
        <w:t xml:space="preserve">steps </w:t>
      </w:r>
      <w:r>
        <w:t>may be abbreviated as is appropriate for the specific occasion.</w:t>
      </w:r>
    </w:p>
    <w:p w14:paraId="07CACC1A" w14:textId="77777777" w:rsidR="00EC15BC" w:rsidRDefault="00EC15BC" w:rsidP="00FC3373">
      <w:pPr>
        <w:ind w:left="540" w:hanging="540"/>
      </w:pPr>
    </w:p>
    <w:p w14:paraId="0A04A770" w14:textId="77777777" w:rsidR="00DA39B5" w:rsidRDefault="00DA39B5" w:rsidP="00FC3373">
      <w:pPr>
        <w:numPr>
          <w:ilvl w:val="0"/>
          <w:numId w:val="1"/>
        </w:numPr>
        <w:tabs>
          <w:tab w:val="clear" w:pos="720"/>
        </w:tabs>
        <w:spacing w:line="360" w:lineRule="auto"/>
      </w:pPr>
      <w:r>
        <w:t>Greet audience.</w:t>
      </w:r>
    </w:p>
    <w:p w14:paraId="6F982AAF" w14:textId="6B490C7A" w:rsidR="00DA39B5" w:rsidRDefault="006D1E34" w:rsidP="00FC3373">
      <w:pPr>
        <w:numPr>
          <w:ilvl w:val="0"/>
          <w:numId w:val="1"/>
        </w:numPr>
        <w:tabs>
          <w:tab w:val="clear" w:pos="720"/>
        </w:tabs>
        <w:spacing w:line="360" w:lineRule="auto"/>
      </w:pPr>
      <w:r>
        <w:rPr>
          <w:noProof/>
        </w:rPr>
        <w:drawing>
          <wp:anchor distT="0" distB="0" distL="114300" distR="114300" simplePos="0" relativeHeight="251659264" behindDoc="1" locked="0" layoutInCell="1" allowOverlap="1" wp14:editId="38C7FD31">
            <wp:simplePos x="0" y="0"/>
            <wp:positionH relativeFrom="column">
              <wp:posOffset>4800600</wp:posOffset>
            </wp:positionH>
            <wp:positionV relativeFrom="paragraph">
              <wp:posOffset>19685</wp:posOffset>
            </wp:positionV>
            <wp:extent cx="1308100" cy="1552575"/>
            <wp:effectExtent l="0" t="0" r="0" b="0"/>
            <wp:wrapTight wrapText="bothSides">
              <wp:wrapPolygon edited="0">
                <wp:start x="629" y="0"/>
                <wp:lineTo x="0" y="795"/>
                <wp:lineTo x="0" y="17227"/>
                <wp:lineTo x="2202" y="21202"/>
                <wp:lineTo x="2202" y="21467"/>
                <wp:lineTo x="16043" y="21467"/>
                <wp:lineTo x="18874" y="21467"/>
                <wp:lineTo x="21390" y="21467"/>
                <wp:lineTo x="21390" y="795"/>
                <wp:lineTo x="20761" y="0"/>
                <wp:lineTo x="629" y="0"/>
              </wp:wrapPolygon>
            </wp:wrapTight>
            <wp:docPr id="8" name="Picture 8" descr="MCj039747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7472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8100" cy="1552575"/>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14:sizeRelH relativeFrom="page">
              <wp14:pctWidth>0</wp14:pctWidth>
            </wp14:sizeRelH>
            <wp14:sizeRelV relativeFrom="page">
              <wp14:pctHeight>0</wp14:pctHeight>
            </wp14:sizeRelV>
          </wp:anchor>
        </w:drawing>
      </w:r>
      <w:r w:rsidR="00DA39B5">
        <w:t>Give purpose of occasion, if necessary.</w:t>
      </w:r>
    </w:p>
    <w:p w14:paraId="3BAA61DA" w14:textId="77777777" w:rsidR="00DA39B5" w:rsidRDefault="00DA39B5" w:rsidP="00FC3373">
      <w:pPr>
        <w:numPr>
          <w:ilvl w:val="0"/>
          <w:numId w:val="1"/>
        </w:numPr>
        <w:tabs>
          <w:tab w:val="clear" w:pos="720"/>
        </w:tabs>
        <w:spacing w:line="360" w:lineRule="auto"/>
      </w:pPr>
      <w:r>
        <w:t xml:space="preserve">Give speaker’s full name, if not </w:t>
      </w:r>
      <w:r w:rsidR="00D07C7F">
        <w:t>well known</w:t>
      </w:r>
      <w:r w:rsidR="000841CC">
        <w:t xml:space="preserve">.  (May want to build </w:t>
      </w:r>
      <w:r w:rsidR="00D07C7F">
        <w:t>to climax</w:t>
      </w:r>
      <w:r>
        <w:t xml:space="preserve"> and give name at the </w:t>
      </w:r>
      <w:r>
        <w:rPr>
          <w:b/>
        </w:rPr>
        <w:t>end</w:t>
      </w:r>
      <w:r>
        <w:t xml:space="preserve"> of the introduction.) </w:t>
      </w:r>
    </w:p>
    <w:p w14:paraId="1278BFCA" w14:textId="77777777" w:rsidR="00DA39B5" w:rsidRDefault="00DA39B5" w:rsidP="00FC3373">
      <w:pPr>
        <w:numPr>
          <w:ilvl w:val="0"/>
          <w:numId w:val="1"/>
        </w:numPr>
        <w:tabs>
          <w:tab w:val="clear" w:pos="720"/>
        </w:tabs>
        <w:spacing w:line="360" w:lineRule="auto"/>
      </w:pPr>
      <w:r>
        <w:t>Give speaker’s qualifications and achievement</w:t>
      </w:r>
      <w:r w:rsidR="000841CC">
        <w:t xml:space="preserve">s.  (Choose those relevant to </w:t>
      </w:r>
      <w:r>
        <w:t>the particular occasion and subject.)</w:t>
      </w:r>
    </w:p>
    <w:p w14:paraId="3D6268D2" w14:textId="77777777" w:rsidR="00DA39B5" w:rsidRDefault="00DA39B5" w:rsidP="00FC3373">
      <w:pPr>
        <w:numPr>
          <w:ilvl w:val="0"/>
          <w:numId w:val="1"/>
        </w:numPr>
        <w:tabs>
          <w:tab w:val="clear" w:pos="720"/>
        </w:tabs>
        <w:spacing w:line="360" w:lineRule="auto"/>
      </w:pPr>
      <w:r>
        <w:t>Announce the title or the topic of the speech.</w:t>
      </w:r>
    </w:p>
    <w:p w14:paraId="035C2239" w14:textId="77777777" w:rsidR="00EC15BC" w:rsidRDefault="00DA39B5" w:rsidP="00FC3373">
      <w:pPr>
        <w:numPr>
          <w:ilvl w:val="0"/>
          <w:numId w:val="1"/>
        </w:numPr>
        <w:tabs>
          <w:tab w:val="clear" w:pos="720"/>
        </w:tabs>
        <w:spacing w:line="360" w:lineRule="auto"/>
      </w:pPr>
      <w:r>
        <w:t>Repeat the speaker’s full name clearly to the audience.</w:t>
      </w:r>
    </w:p>
    <w:p w14:paraId="0099A7B2" w14:textId="77777777" w:rsidR="00DA39B5" w:rsidRDefault="00EC15BC" w:rsidP="00DA39B5">
      <w:r>
        <w:tab/>
      </w:r>
      <w:r w:rsidR="00DA39B5">
        <w:t>The introducer should try to humanize his</w:t>
      </w:r>
      <w:r>
        <w:t>/her</w:t>
      </w:r>
      <w:r w:rsidR="00DA39B5">
        <w:t xml:space="preserve"> remarks and to avoid triteness.  He should refrain from such expressions as “I give you Mr. John Jones,” “. . </w:t>
      </w:r>
      <w:r w:rsidR="00D07C7F">
        <w:t>. our</w:t>
      </w:r>
      <w:r w:rsidR="00DA39B5">
        <w:t xml:space="preserve"> own Mr. John Jones,” “It is my duty to present. . .</w:t>
      </w:r>
      <w:r w:rsidR="00D07C7F">
        <w:t xml:space="preserve">”  </w:t>
      </w:r>
      <w:r w:rsidR="00DA39B5">
        <w:t>“This speaker needs no introduction,” etc.</w:t>
      </w:r>
      <w:r w:rsidR="005A4BCB">
        <w:t xml:space="preserve">  </w:t>
      </w:r>
      <w:r w:rsidR="00DA39B5">
        <w:t xml:space="preserve">The introducer by </w:t>
      </w:r>
      <w:r>
        <w:t>his/</w:t>
      </w:r>
      <w:r w:rsidR="00DA39B5">
        <w:t>her own attitude should show that she is eager to hear the speaker.  H</w:t>
      </w:r>
      <w:r>
        <w:t>is/h</w:t>
      </w:r>
      <w:r w:rsidR="00DA39B5">
        <w:t>er remarks should be complimentary but not too profuse.</w:t>
      </w:r>
    </w:p>
    <w:p w14:paraId="21C319FA" w14:textId="77777777" w:rsidR="00EC15BC" w:rsidRDefault="00EC15BC"/>
    <w:p w14:paraId="54C85C25" w14:textId="77777777" w:rsidR="00EC15BC" w:rsidRPr="00EC15BC" w:rsidRDefault="005A4BCB">
      <w:pPr>
        <w:rPr>
          <w:b/>
        </w:rPr>
      </w:pPr>
      <w:r>
        <w:rPr>
          <w:b/>
        </w:rPr>
        <w:br w:type="page"/>
      </w:r>
      <w:r w:rsidR="00EC15BC" w:rsidRPr="00EC15BC">
        <w:rPr>
          <w:b/>
        </w:rPr>
        <w:lastRenderedPageBreak/>
        <w:t>Specifics for this Assignment</w:t>
      </w:r>
    </w:p>
    <w:p w14:paraId="2583D1FF" w14:textId="77777777" w:rsidR="005A4BCB" w:rsidRDefault="00DE27F8">
      <w:r>
        <w:t xml:space="preserve">You may pick an individual, living, dead or fictional, to introduce.  You will also need to pick a topic for your individual to speak on.  </w:t>
      </w:r>
      <w:r w:rsidR="00D07C7F">
        <w:t xml:space="preserve">Remember, although we will not actually be hearing the speech you are introducing; you still need to generate interest for the topic.  You can also decide what type of audience that will be listening to your speech.  </w:t>
      </w:r>
      <w:r>
        <w:t>Feel free to be as creative as you want!</w:t>
      </w:r>
    </w:p>
    <w:p w14:paraId="4D1BD7A3" w14:textId="77777777" w:rsidR="005A4BCB" w:rsidRDefault="005A4BCB"/>
    <w:p w14:paraId="402C644D" w14:textId="77777777" w:rsidR="005A4BCB" w:rsidRPr="005A4BCB" w:rsidRDefault="005A4BCB" w:rsidP="005A4BCB">
      <w:r w:rsidRPr="005A4BCB">
        <w:rPr>
          <w:b/>
          <w:i/>
        </w:rPr>
        <w:t xml:space="preserve">Outline for Speech of Introduction due on </w:t>
      </w:r>
      <w:r w:rsidR="006D1E34">
        <w:rPr>
          <w:b/>
          <w:i/>
        </w:rPr>
        <w:t>April 2</w:t>
      </w:r>
    </w:p>
    <w:p w14:paraId="0210C0E2" w14:textId="77777777" w:rsidR="005A4BCB" w:rsidRDefault="00FD739C" w:rsidP="005A4BCB">
      <w:pPr>
        <w:rPr>
          <w:b/>
          <w:i/>
        </w:rPr>
      </w:pPr>
      <w:r>
        <w:rPr>
          <w:b/>
          <w:i/>
        </w:rPr>
        <w:t xml:space="preserve">Rough draft of the </w:t>
      </w:r>
      <w:r w:rsidR="005A4BCB" w:rsidRPr="005A4BCB">
        <w:rPr>
          <w:b/>
          <w:i/>
        </w:rPr>
        <w:t>Speech of Introduction due on</w:t>
      </w:r>
      <w:r>
        <w:rPr>
          <w:b/>
          <w:i/>
        </w:rPr>
        <w:t xml:space="preserve"> </w:t>
      </w:r>
      <w:r w:rsidR="006D1E34">
        <w:rPr>
          <w:b/>
          <w:i/>
        </w:rPr>
        <w:t>April 5 (editing workshop)</w:t>
      </w:r>
      <w:bookmarkStart w:id="0" w:name="_GoBack"/>
      <w:bookmarkEnd w:id="0"/>
    </w:p>
    <w:p w14:paraId="57C44896" w14:textId="77777777" w:rsidR="00FD739C" w:rsidRPr="005A4BCB" w:rsidRDefault="00FD739C" w:rsidP="005A4BCB">
      <w:pPr>
        <w:rPr>
          <w:b/>
          <w:i/>
        </w:rPr>
      </w:pPr>
      <w:r>
        <w:rPr>
          <w:b/>
          <w:i/>
        </w:rPr>
        <w:t xml:space="preserve">Speech </w:t>
      </w:r>
      <w:r w:rsidR="006D1E34">
        <w:rPr>
          <w:b/>
          <w:i/>
        </w:rPr>
        <w:t>of Introduction due April 9</w:t>
      </w:r>
    </w:p>
    <w:p w14:paraId="20217BF6" w14:textId="77777777" w:rsidR="00DE27F8" w:rsidRDefault="00DE27F8"/>
    <w:p w14:paraId="3F9D5233" w14:textId="77777777" w:rsidR="00DE27F8" w:rsidRDefault="00DE27F8" w:rsidP="00DE27F8">
      <w:pPr>
        <w:rPr>
          <w:b/>
          <w:bCs/>
        </w:rPr>
      </w:pPr>
      <w:r>
        <w:rPr>
          <w:b/>
          <w:bCs/>
        </w:rPr>
        <w:t>Grading</w:t>
      </w:r>
    </w:p>
    <w:p w14:paraId="11675375" w14:textId="529BF895" w:rsidR="00DE27F8" w:rsidRDefault="006D1E34" w:rsidP="00DE27F8">
      <w:pPr>
        <w:rPr>
          <w:bCs/>
        </w:rPr>
      </w:pPr>
      <w:r>
        <w:rPr>
          <w:noProof/>
        </w:rPr>
        <w:drawing>
          <wp:anchor distT="0" distB="0" distL="114300" distR="114300" simplePos="0" relativeHeight="251658240" behindDoc="1" locked="0" layoutInCell="1" allowOverlap="1" wp14:editId="5F8D8108">
            <wp:simplePos x="0" y="0"/>
            <wp:positionH relativeFrom="column">
              <wp:posOffset>-457200</wp:posOffset>
            </wp:positionH>
            <wp:positionV relativeFrom="paragraph">
              <wp:posOffset>243840</wp:posOffset>
            </wp:positionV>
            <wp:extent cx="1243330" cy="1403985"/>
            <wp:effectExtent l="0" t="0" r="0" b="0"/>
            <wp:wrapTight wrapText="bothSides">
              <wp:wrapPolygon edited="0">
                <wp:start x="8936" y="0"/>
                <wp:lineTo x="6288" y="879"/>
                <wp:lineTo x="2317" y="3810"/>
                <wp:lineTo x="1655" y="8206"/>
                <wp:lineTo x="1986" y="9379"/>
                <wp:lineTo x="3971" y="9379"/>
                <wp:lineTo x="662" y="11723"/>
                <wp:lineTo x="662" y="12309"/>
                <wp:lineTo x="2648" y="14068"/>
                <wp:lineTo x="0" y="15826"/>
                <wp:lineTo x="0" y="18464"/>
                <wp:lineTo x="5957" y="18757"/>
                <wp:lineTo x="5957" y="19929"/>
                <wp:lineTo x="10259" y="21395"/>
                <wp:lineTo x="13569" y="21395"/>
                <wp:lineTo x="15224" y="21395"/>
                <wp:lineTo x="13900" y="18757"/>
                <wp:lineTo x="16217" y="18757"/>
                <wp:lineTo x="19526" y="15826"/>
                <wp:lineTo x="19195" y="14068"/>
                <wp:lineTo x="20850" y="11137"/>
                <wp:lineTo x="21181" y="8792"/>
                <wp:lineTo x="21181" y="3810"/>
                <wp:lineTo x="15224" y="879"/>
                <wp:lineTo x="10921" y="0"/>
                <wp:lineTo x="8936" y="0"/>
              </wp:wrapPolygon>
            </wp:wrapTight>
            <wp:docPr id="7" name="Picture 7" descr="MCj01509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150927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43330" cy="1403985"/>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14:sizeRelH relativeFrom="page">
              <wp14:pctWidth>0</wp14:pctWidth>
            </wp14:sizeRelH>
            <wp14:sizeRelV relativeFrom="page">
              <wp14:pctHeight>0</wp14:pctHeight>
            </wp14:sizeRelV>
          </wp:anchor>
        </w:drawing>
      </w:r>
      <w:r w:rsidR="00DE27F8">
        <w:rPr>
          <w:bCs/>
        </w:rPr>
        <w:t xml:space="preserve">The </w:t>
      </w:r>
      <w:r w:rsidR="00DE27F8" w:rsidRPr="00E46703">
        <w:rPr>
          <w:bCs/>
          <w:i/>
        </w:rPr>
        <w:t>written portion</w:t>
      </w:r>
      <w:r w:rsidR="00DE27F8">
        <w:rPr>
          <w:bCs/>
        </w:rPr>
        <w:t xml:space="preserve"> </w:t>
      </w:r>
      <w:r w:rsidR="00D07C7F">
        <w:rPr>
          <w:bCs/>
        </w:rPr>
        <w:t>of speeches</w:t>
      </w:r>
      <w:r w:rsidR="00DE27F8">
        <w:rPr>
          <w:bCs/>
        </w:rPr>
        <w:t xml:space="preserve"> will be graded using the Oregon Statewide Writing Standards.  Students will be graded in the areas of Ideas and Content, Organization, Voice, Word Choice, Sentences Fluency and Conventions</w:t>
      </w:r>
      <w:r w:rsidR="00D07C7F">
        <w:rPr>
          <w:bCs/>
        </w:rPr>
        <w:t xml:space="preserve">.  Each area is graded on a scale of 1-6.  Scoring at the level of a four across all traits meets the standard.  However, it will not result in an A.  </w:t>
      </w:r>
      <w:r w:rsidR="00DE27F8">
        <w:rPr>
          <w:bCs/>
        </w:rPr>
        <w:t xml:space="preserve">A score of </w:t>
      </w:r>
      <w:r w:rsidR="00D07C7F">
        <w:rPr>
          <w:bCs/>
        </w:rPr>
        <w:t>five</w:t>
      </w:r>
      <w:r w:rsidR="00DE27F8">
        <w:rPr>
          <w:bCs/>
        </w:rPr>
        <w:t xml:space="preserve"> across all traits will achieve an A.  The scores for Ideas and Content and Organization will be </w:t>
      </w:r>
      <w:r w:rsidR="00D07C7F">
        <w:rPr>
          <w:bCs/>
        </w:rPr>
        <w:t>doubled;</w:t>
      </w:r>
      <w:r w:rsidR="00DE27F8">
        <w:rPr>
          <w:bCs/>
        </w:rPr>
        <w:t xml:space="preserve"> the score for Conventions will be tripled.  Each speech’s written portion will be worth 50 points.  </w:t>
      </w:r>
    </w:p>
    <w:p w14:paraId="43F97CAE" w14:textId="77777777" w:rsidR="00D07C7F" w:rsidRDefault="00D07C7F" w:rsidP="00DE27F8">
      <w:pPr>
        <w:rPr>
          <w:bCs/>
        </w:rPr>
      </w:pPr>
    </w:p>
    <w:p w14:paraId="5530FC7F" w14:textId="0672C97C" w:rsidR="00DE27F8" w:rsidRPr="00E3050B" w:rsidRDefault="006D1E34" w:rsidP="00DE27F8">
      <w:pPr>
        <w:rPr>
          <w:bCs/>
        </w:rPr>
      </w:pPr>
      <w:r>
        <w:rPr>
          <w:noProof/>
        </w:rPr>
        <w:drawing>
          <wp:anchor distT="0" distB="0" distL="114300" distR="114300" simplePos="0" relativeHeight="251657216" behindDoc="0" locked="0" layoutInCell="1" allowOverlap="1" wp14:editId="434D4592">
            <wp:simplePos x="0" y="0"/>
            <wp:positionH relativeFrom="column">
              <wp:posOffset>4457700</wp:posOffset>
            </wp:positionH>
            <wp:positionV relativeFrom="paragraph">
              <wp:posOffset>320040</wp:posOffset>
            </wp:positionV>
            <wp:extent cx="1188720" cy="1410970"/>
            <wp:effectExtent l="0" t="0" r="0" b="0"/>
            <wp:wrapSquare wrapText="bothSides"/>
            <wp:docPr id="6" name="Picture 6" descr="MCj015092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150929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8720" cy="1410970"/>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14:sizeRelH relativeFrom="page">
              <wp14:pctWidth>0</wp14:pctWidth>
            </wp14:sizeRelH>
            <wp14:sizeRelV relativeFrom="page">
              <wp14:pctHeight>0</wp14:pctHeight>
            </wp14:sizeRelV>
          </wp:anchor>
        </w:drawing>
      </w:r>
      <w:r w:rsidR="00DE27F8">
        <w:rPr>
          <w:bCs/>
        </w:rPr>
        <w:t xml:space="preserve">The </w:t>
      </w:r>
      <w:r w:rsidR="00DE27F8" w:rsidRPr="00E46703">
        <w:rPr>
          <w:bCs/>
          <w:i/>
        </w:rPr>
        <w:t>spoken portion</w:t>
      </w:r>
      <w:r w:rsidR="00DE27F8">
        <w:rPr>
          <w:bCs/>
        </w:rPr>
        <w:t xml:space="preserve"> of speeches will graded using the Oregon Statewide Speaking Standards.  The areas graded are Ideas and Content, Organization, Language, and Delivery.   </w:t>
      </w:r>
      <w:r w:rsidR="00D07C7F">
        <w:rPr>
          <w:bCs/>
        </w:rPr>
        <w:t xml:space="preserve">Each area is graded on a scale of 1-6.  A score of four across all traits meets the standard.  </w:t>
      </w:r>
      <w:r w:rsidR="00DE27F8">
        <w:rPr>
          <w:bCs/>
        </w:rPr>
        <w:t xml:space="preserve">A score of </w:t>
      </w:r>
      <w:r w:rsidR="00D07C7F">
        <w:rPr>
          <w:bCs/>
        </w:rPr>
        <w:t>five</w:t>
      </w:r>
      <w:r w:rsidR="00DE27F8">
        <w:rPr>
          <w:bCs/>
        </w:rPr>
        <w:t xml:space="preserve"> across all traits will achieve an A.  Ideas and Contents and Organization will be tripled, Language and Delivery will be doubled.</w:t>
      </w:r>
    </w:p>
    <w:p w14:paraId="53537372" w14:textId="77777777" w:rsidR="00DE27F8" w:rsidRDefault="00DE27F8"/>
    <w:tbl>
      <w:tblPr>
        <w:tblStyle w:val="TableGrid"/>
        <w:tblW w:w="0" w:type="auto"/>
        <w:tblLook w:val="01E0" w:firstRow="1" w:lastRow="1" w:firstColumn="1" w:lastColumn="1" w:noHBand="0" w:noVBand="0"/>
      </w:tblPr>
      <w:tblGrid>
        <w:gridCol w:w="2214"/>
        <w:gridCol w:w="2214"/>
        <w:gridCol w:w="2214"/>
        <w:gridCol w:w="2214"/>
      </w:tblGrid>
      <w:tr w:rsidR="0077359D" w14:paraId="2571719F" w14:textId="77777777">
        <w:tc>
          <w:tcPr>
            <w:tcW w:w="2214" w:type="dxa"/>
          </w:tcPr>
          <w:p w14:paraId="4380B80D" w14:textId="77777777" w:rsidR="0077359D" w:rsidRPr="0077359D" w:rsidRDefault="0077359D">
            <w:pPr>
              <w:rPr>
                <w:b/>
              </w:rPr>
            </w:pPr>
            <w:r w:rsidRPr="0077359D">
              <w:rPr>
                <w:b/>
              </w:rPr>
              <w:t>Written</w:t>
            </w:r>
          </w:p>
        </w:tc>
        <w:tc>
          <w:tcPr>
            <w:tcW w:w="2214" w:type="dxa"/>
          </w:tcPr>
          <w:p w14:paraId="3C21AA2F" w14:textId="77777777" w:rsidR="0077359D" w:rsidRDefault="0077359D"/>
        </w:tc>
        <w:tc>
          <w:tcPr>
            <w:tcW w:w="2214" w:type="dxa"/>
          </w:tcPr>
          <w:p w14:paraId="728A9048" w14:textId="77777777" w:rsidR="0077359D" w:rsidRDefault="0077359D"/>
        </w:tc>
        <w:tc>
          <w:tcPr>
            <w:tcW w:w="2214" w:type="dxa"/>
          </w:tcPr>
          <w:p w14:paraId="48CE17BC" w14:textId="77777777" w:rsidR="0077359D" w:rsidRDefault="0077359D"/>
        </w:tc>
      </w:tr>
      <w:tr w:rsidR="0077359D" w14:paraId="6B5415D2" w14:textId="77777777">
        <w:tc>
          <w:tcPr>
            <w:tcW w:w="2214" w:type="dxa"/>
          </w:tcPr>
          <w:p w14:paraId="0C20B0F0" w14:textId="77777777" w:rsidR="0077359D" w:rsidRDefault="0077359D">
            <w:r>
              <w:t>Ideas and Content</w:t>
            </w:r>
          </w:p>
        </w:tc>
        <w:tc>
          <w:tcPr>
            <w:tcW w:w="2214" w:type="dxa"/>
          </w:tcPr>
          <w:p w14:paraId="5D30A84C" w14:textId="77777777" w:rsidR="0077359D" w:rsidRDefault="0077359D"/>
        </w:tc>
        <w:tc>
          <w:tcPr>
            <w:tcW w:w="2214" w:type="dxa"/>
          </w:tcPr>
          <w:p w14:paraId="2EB565E5" w14:textId="77777777" w:rsidR="0077359D" w:rsidRDefault="0077359D">
            <w:r>
              <w:t>x 2</w:t>
            </w:r>
          </w:p>
        </w:tc>
        <w:tc>
          <w:tcPr>
            <w:tcW w:w="2214" w:type="dxa"/>
          </w:tcPr>
          <w:p w14:paraId="0012C675" w14:textId="77777777" w:rsidR="0077359D" w:rsidRDefault="0077359D"/>
        </w:tc>
      </w:tr>
      <w:tr w:rsidR="0077359D" w14:paraId="14CE2DA7" w14:textId="77777777">
        <w:tc>
          <w:tcPr>
            <w:tcW w:w="2214" w:type="dxa"/>
          </w:tcPr>
          <w:p w14:paraId="13D616A6" w14:textId="77777777" w:rsidR="0077359D" w:rsidRDefault="0077359D">
            <w:r>
              <w:t>Organization</w:t>
            </w:r>
          </w:p>
        </w:tc>
        <w:tc>
          <w:tcPr>
            <w:tcW w:w="2214" w:type="dxa"/>
          </w:tcPr>
          <w:p w14:paraId="172F9B13" w14:textId="77777777" w:rsidR="0077359D" w:rsidRDefault="0077359D"/>
        </w:tc>
        <w:tc>
          <w:tcPr>
            <w:tcW w:w="2214" w:type="dxa"/>
          </w:tcPr>
          <w:p w14:paraId="185CE74B" w14:textId="77777777" w:rsidR="0077359D" w:rsidRDefault="0077359D">
            <w:r>
              <w:t>x 2</w:t>
            </w:r>
          </w:p>
        </w:tc>
        <w:tc>
          <w:tcPr>
            <w:tcW w:w="2214" w:type="dxa"/>
          </w:tcPr>
          <w:p w14:paraId="3F21F559" w14:textId="77777777" w:rsidR="0077359D" w:rsidRDefault="0077359D"/>
        </w:tc>
      </w:tr>
      <w:tr w:rsidR="0077359D" w14:paraId="597D8223" w14:textId="77777777">
        <w:tc>
          <w:tcPr>
            <w:tcW w:w="2214" w:type="dxa"/>
          </w:tcPr>
          <w:p w14:paraId="44BA1CBC" w14:textId="77777777" w:rsidR="0077359D" w:rsidRDefault="0077359D">
            <w:r>
              <w:t>Voice</w:t>
            </w:r>
          </w:p>
        </w:tc>
        <w:tc>
          <w:tcPr>
            <w:tcW w:w="2214" w:type="dxa"/>
          </w:tcPr>
          <w:p w14:paraId="32ED3390" w14:textId="77777777" w:rsidR="0077359D" w:rsidRDefault="0077359D"/>
        </w:tc>
        <w:tc>
          <w:tcPr>
            <w:tcW w:w="2214" w:type="dxa"/>
          </w:tcPr>
          <w:p w14:paraId="50DFD7EE" w14:textId="77777777" w:rsidR="0077359D" w:rsidRDefault="0077359D">
            <w:r>
              <w:t>x 1</w:t>
            </w:r>
          </w:p>
        </w:tc>
        <w:tc>
          <w:tcPr>
            <w:tcW w:w="2214" w:type="dxa"/>
          </w:tcPr>
          <w:p w14:paraId="366B9D47" w14:textId="77777777" w:rsidR="0077359D" w:rsidRDefault="0077359D"/>
        </w:tc>
      </w:tr>
      <w:tr w:rsidR="0077359D" w14:paraId="1194E2AC" w14:textId="77777777">
        <w:tc>
          <w:tcPr>
            <w:tcW w:w="2214" w:type="dxa"/>
          </w:tcPr>
          <w:p w14:paraId="3EF64E49" w14:textId="77777777" w:rsidR="0077359D" w:rsidRDefault="0077359D">
            <w:r>
              <w:t>Word Choice</w:t>
            </w:r>
          </w:p>
        </w:tc>
        <w:tc>
          <w:tcPr>
            <w:tcW w:w="2214" w:type="dxa"/>
          </w:tcPr>
          <w:p w14:paraId="0A260AA2" w14:textId="77777777" w:rsidR="0077359D" w:rsidRDefault="0077359D"/>
        </w:tc>
        <w:tc>
          <w:tcPr>
            <w:tcW w:w="2214" w:type="dxa"/>
          </w:tcPr>
          <w:p w14:paraId="7072A098" w14:textId="77777777" w:rsidR="0077359D" w:rsidRDefault="0077359D">
            <w:r>
              <w:t>x 1</w:t>
            </w:r>
          </w:p>
        </w:tc>
        <w:tc>
          <w:tcPr>
            <w:tcW w:w="2214" w:type="dxa"/>
          </w:tcPr>
          <w:p w14:paraId="7887ECD0" w14:textId="77777777" w:rsidR="0077359D" w:rsidRDefault="0077359D"/>
        </w:tc>
      </w:tr>
      <w:tr w:rsidR="0077359D" w14:paraId="15198731" w14:textId="77777777">
        <w:tc>
          <w:tcPr>
            <w:tcW w:w="2214" w:type="dxa"/>
          </w:tcPr>
          <w:p w14:paraId="17C8A4BF" w14:textId="77777777" w:rsidR="0077359D" w:rsidRDefault="0077359D">
            <w:r>
              <w:t>Sentence Fluency</w:t>
            </w:r>
          </w:p>
        </w:tc>
        <w:tc>
          <w:tcPr>
            <w:tcW w:w="2214" w:type="dxa"/>
          </w:tcPr>
          <w:p w14:paraId="0764F913" w14:textId="77777777" w:rsidR="0077359D" w:rsidRDefault="0077359D"/>
        </w:tc>
        <w:tc>
          <w:tcPr>
            <w:tcW w:w="2214" w:type="dxa"/>
          </w:tcPr>
          <w:p w14:paraId="47B3FE88" w14:textId="77777777" w:rsidR="0077359D" w:rsidRDefault="0077359D">
            <w:r>
              <w:t>x 1</w:t>
            </w:r>
          </w:p>
        </w:tc>
        <w:tc>
          <w:tcPr>
            <w:tcW w:w="2214" w:type="dxa"/>
          </w:tcPr>
          <w:p w14:paraId="5F387CD3" w14:textId="77777777" w:rsidR="0077359D" w:rsidRDefault="0077359D"/>
        </w:tc>
      </w:tr>
      <w:tr w:rsidR="0077359D" w14:paraId="5D4D8E49" w14:textId="77777777">
        <w:tc>
          <w:tcPr>
            <w:tcW w:w="2214" w:type="dxa"/>
          </w:tcPr>
          <w:p w14:paraId="0F6422CB" w14:textId="77777777" w:rsidR="0077359D" w:rsidRDefault="0077359D">
            <w:r>
              <w:t>Conventions</w:t>
            </w:r>
          </w:p>
        </w:tc>
        <w:tc>
          <w:tcPr>
            <w:tcW w:w="2214" w:type="dxa"/>
          </w:tcPr>
          <w:p w14:paraId="0F977DDF" w14:textId="77777777" w:rsidR="0077359D" w:rsidRDefault="0077359D"/>
        </w:tc>
        <w:tc>
          <w:tcPr>
            <w:tcW w:w="2214" w:type="dxa"/>
          </w:tcPr>
          <w:p w14:paraId="41C4895C" w14:textId="77777777" w:rsidR="0077359D" w:rsidRDefault="0077359D">
            <w:r>
              <w:t>x 3</w:t>
            </w:r>
          </w:p>
        </w:tc>
        <w:tc>
          <w:tcPr>
            <w:tcW w:w="2214" w:type="dxa"/>
          </w:tcPr>
          <w:p w14:paraId="2BD674DA" w14:textId="77777777" w:rsidR="0077359D" w:rsidRDefault="0077359D"/>
        </w:tc>
      </w:tr>
      <w:tr w:rsidR="0077359D" w14:paraId="7CE9A0AE" w14:textId="77777777">
        <w:tc>
          <w:tcPr>
            <w:tcW w:w="2214" w:type="dxa"/>
          </w:tcPr>
          <w:p w14:paraId="03585E1D" w14:textId="77777777" w:rsidR="0077359D" w:rsidRPr="0077359D" w:rsidRDefault="0077359D">
            <w:pPr>
              <w:rPr>
                <w:b/>
              </w:rPr>
            </w:pPr>
            <w:r w:rsidRPr="0077359D">
              <w:rPr>
                <w:b/>
              </w:rPr>
              <w:t>Spoken</w:t>
            </w:r>
          </w:p>
        </w:tc>
        <w:tc>
          <w:tcPr>
            <w:tcW w:w="2214" w:type="dxa"/>
          </w:tcPr>
          <w:p w14:paraId="701F3EF9" w14:textId="77777777" w:rsidR="0077359D" w:rsidRDefault="0077359D"/>
        </w:tc>
        <w:tc>
          <w:tcPr>
            <w:tcW w:w="2214" w:type="dxa"/>
          </w:tcPr>
          <w:p w14:paraId="79BFB863" w14:textId="77777777" w:rsidR="0077359D" w:rsidRDefault="0077359D"/>
        </w:tc>
        <w:tc>
          <w:tcPr>
            <w:tcW w:w="2214" w:type="dxa"/>
          </w:tcPr>
          <w:p w14:paraId="4B119763" w14:textId="77777777" w:rsidR="0077359D" w:rsidRDefault="0077359D"/>
        </w:tc>
      </w:tr>
      <w:tr w:rsidR="0077359D" w14:paraId="3E290E66" w14:textId="77777777">
        <w:tc>
          <w:tcPr>
            <w:tcW w:w="2214" w:type="dxa"/>
          </w:tcPr>
          <w:p w14:paraId="29C62CBF" w14:textId="77777777" w:rsidR="0077359D" w:rsidRDefault="0077359D">
            <w:r>
              <w:t>Ideas and Content</w:t>
            </w:r>
          </w:p>
        </w:tc>
        <w:tc>
          <w:tcPr>
            <w:tcW w:w="2214" w:type="dxa"/>
          </w:tcPr>
          <w:p w14:paraId="32AF66B1" w14:textId="77777777" w:rsidR="0077359D" w:rsidRDefault="0077359D"/>
        </w:tc>
        <w:tc>
          <w:tcPr>
            <w:tcW w:w="2214" w:type="dxa"/>
          </w:tcPr>
          <w:p w14:paraId="0E035CD6" w14:textId="77777777" w:rsidR="0077359D" w:rsidRDefault="0077359D">
            <w:r>
              <w:t>x 3</w:t>
            </w:r>
          </w:p>
        </w:tc>
        <w:tc>
          <w:tcPr>
            <w:tcW w:w="2214" w:type="dxa"/>
          </w:tcPr>
          <w:p w14:paraId="320D2AA0" w14:textId="77777777" w:rsidR="0077359D" w:rsidRDefault="0077359D"/>
        </w:tc>
      </w:tr>
      <w:tr w:rsidR="0077359D" w14:paraId="2A104920" w14:textId="77777777">
        <w:tc>
          <w:tcPr>
            <w:tcW w:w="2214" w:type="dxa"/>
          </w:tcPr>
          <w:p w14:paraId="481A2377" w14:textId="77777777" w:rsidR="0077359D" w:rsidRDefault="0077359D">
            <w:r>
              <w:t>Organization</w:t>
            </w:r>
          </w:p>
        </w:tc>
        <w:tc>
          <w:tcPr>
            <w:tcW w:w="2214" w:type="dxa"/>
          </w:tcPr>
          <w:p w14:paraId="2DCF5FDA" w14:textId="77777777" w:rsidR="0077359D" w:rsidRDefault="0077359D"/>
        </w:tc>
        <w:tc>
          <w:tcPr>
            <w:tcW w:w="2214" w:type="dxa"/>
          </w:tcPr>
          <w:p w14:paraId="079CFCF3" w14:textId="77777777" w:rsidR="0077359D" w:rsidRDefault="0077359D">
            <w:r>
              <w:t>x 3</w:t>
            </w:r>
          </w:p>
        </w:tc>
        <w:tc>
          <w:tcPr>
            <w:tcW w:w="2214" w:type="dxa"/>
          </w:tcPr>
          <w:p w14:paraId="2CA0A615" w14:textId="77777777" w:rsidR="0077359D" w:rsidRDefault="0077359D"/>
        </w:tc>
      </w:tr>
      <w:tr w:rsidR="0077359D" w14:paraId="7FBCA485" w14:textId="77777777">
        <w:tc>
          <w:tcPr>
            <w:tcW w:w="2214" w:type="dxa"/>
          </w:tcPr>
          <w:p w14:paraId="4DD20DC4" w14:textId="77777777" w:rsidR="0077359D" w:rsidRDefault="0077359D">
            <w:r>
              <w:t>Language</w:t>
            </w:r>
          </w:p>
        </w:tc>
        <w:tc>
          <w:tcPr>
            <w:tcW w:w="2214" w:type="dxa"/>
          </w:tcPr>
          <w:p w14:paraId="0E66FA70" w14:textId="77777777" w:rsidR="0077359D" w:rsidRDefault="0077359D"/>
        </w:tc>
        <w:tc>
          <w:tcPr>
            <w:tcW w:w="2214" w:type="dxa"/>
          </w:tcPr>
          <w:p w14:paraId="1FA25330" w14:textId="77777777" w:rsidR="0077359D" w:rsidRDefault="0077359D">
            <w:r>
              <w:t>x 2</w:t>
            </w:r>
          </w:p>
        </w:tc>
        <w:tc>
          <w:tcPr>
            <w:tcW w:w="2214" w:type="dxa"/>
          </w:tcPr>
          <w:p w14:paraId="315E0A44" w14:textId="77777777" w:rsidR="0077359D" w:rsidRDefault="0077359D"/>
        </w:tc>
      </w:tr>
      <w:tr w:rsidR="0077359D" w14:paraId="03389734" w14:textId="77777777">
        <w:tc>
          <w:tcPr>
            <w:tcW w:w="2214" w:type="dxa"/>
          </w:tcPr>
          <w:p w14:paraId="03009003" w14:textId="77777777" w:rsidR="0077359D" w:rsidRDefault="0077359D">
            <w:r>
              <w:t>Delivery</w:t>
            </w:r>
          </w:p>
        </w:tc>
        <w:tc>
          <w:tcPr>
            <w:tcW w:w="2214" w:type="dxa"/>
          </w:tcPr>
          <w:p w14:paraId="47A162C9" w14:textId="77777777" w:rsidR="0077359D" w:rsidRDefault="0077359D"/>
        </w:tc>
        <w:tc>
          <w:tcPr>
            <w:tcW w:w="2214" w:type="dxa"/>
          </w:tcPr>
          <w:p w14:paraId="15578C7F" w14:textId="77777777" w:rsidR="0077359D" w:rsidRDefault="0077359D">
            <w:r>
              <w:t>x 2</w:t>
            </w:r>
          </w:p>
        </w:tc>
        <w:tc>
          <w:tcPr>
            <w:tcW w:w="2214" w:type="dxa"/>
          </w:tcPr>
          <w:p w14:paraId="5AB59597" w14:textId="77777777" w:rsidR="0077359D" w:rsidRDefault="0077359D"/>
        </w:tc>
      </w:tr>
      <w:tr w:rsidR="00EC15BC" w14:paraId="3692FEB6" w14:textId="77777777">
        <w:tc>
          <w:tcPr>
            <w:tcW w:w="2214" w:type="dxa"/>
          </w:tcPr>
          <w:p w14:paraId="2D0D5519" w14:textId="77777777" w:rsidR="00EC15BC" w:rsidRDefault="00EC15BC">
            <w:r>
              <w:t>GRADE</w:t>
            </w:r>
          </w:p>
        </w:tc>
        <w:tc>
          <w:tcPr>
            <w:tcW w:w="2214" w:type="dxa"/>
          </w:tcPr>
          <w:p w14:paraId="73866431" w14:textId="77777777" w:rsidR="00EC15BC" w:rsidRDefault="00EC15BC"/>
        </w:tc>
        <w:tc>
          <w:tcPr>
            <w:tcW w:w="2214" w:type="dxa"/>
          </w:tcPr>
          <w:p w14:paraId="05BEA0EB" w14:textId="77777777" w:rsidR="00EC15BC" w:rsidRDefault="00EC15BC"/>
        </w:tc>
        <w:tc>
          <w:tcPr>
            <w:tcW w:w="2214" w:type="dxa"/>
          </w:tcPr>
          <w:p w14:paraId="7D30073F" w14:textId="77777777" w:rsidR="00EC15BC" w:rsidRDefault="00EC15BC">
            <w:r>
              <w:t xml:space="preserve">             /100</w:t>
            </w:r>
          </w:p>
        </w:tc>
      </w:tr>
    </w:tbl>
    <w:p w14:paraId="40426B80" w14:textId="77777777" w:rsidR="0077359D" w:rsidRDefault="0077359D"/>
    <w:p w14:paraId="4F22F01B" w14:textId="77777777" w:rsidR="00EC15BC" w:rsidRDefault="00EC15BC">
      <w:r>
        <w:t>A = 90-100</w:t>
      </w:r>
      <w:r>
        <w:tab/>
      </w:r>
      <w:r>
        <w:tab/>
      </w:r>
      <w:r>
        <w:tab/>
        <w:t>D = 60-69</w:t>
      </w:r>
    </w:p>
    <w:p w14:paraId="0A621726" w14:textId="77777777" w:rsidR="00EC15BC" w:rsidRDefault="00EC15BC">
      <w:r>
        <w:t>B = 80-89</w:t>
      </w:r>
      <w:r>
        <w:tab/>
      </w:r>
      <w:r>
        <w:tab/>
      </w:r>
      <w:r>
        <w:tab/>
        <w:t>F = 0-59</w:t>
      </w:r>
    </w:p>
    <w:p w14:paraId="701ED063" w14:textId="77777777" w:rsidR="005A4BCB" w:rsidRDefault="00EC15BC">
      <w:r>
        <w:t>C = 70-79</w:t>
      </w:r>
    </w:p>
    <w:sectPr w:rsidR="005A4BCB" w:rsidSect="000841CC">
      <w:pgSz w:w="12240" w:h="15840"/>
      <w:pgMar w:top="1152" w:right="1440" w:bottom="1152"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758C1" w14:textId="77777777" w:rsidR="00FD739C" w:rsidRDefault="00FD739C" w:rsidP="00FD739C">
      <w:r>
        <w:separator/>
      </w:r>
    </w:p>
  </w:endnote>
  <w:endnote w:type="continuationSeparator" w:id="0">
    <w:p w14:paraId="085CA8B1" w14:textId="77777777" w:rsidR="00FD739C" w:rsidRDefault="00FD739C" w:rsidP="00FD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D6005" w14:textId="77777777" w:rsidR="00FD739C" w:rsidRDefault="00FD739C" w:rsidP="00FD739C">
      <w:r>
        <w:separator/>
      </w:r>
    </w:p>
  </w:footnote>
  <w:footnote w:type="continuationSeparator" w:id="0">
    <w:p w14:paraId="2D717879" w14:textId="77777777" w:rsidR="00FD739C" w:rsidRDefault="00FD739C" w:rsidP="00FD73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43204"/>
    <w:multiLevelType w:val="hybridMultilevel"/>
    <w:tmpl w:val="59B6ECD4"/>
    <w:lvl w:ilvl="0" w:tplc="AB4AD02A">
      <w:start w:val="1"/>
      <w:numFmt w:val="decimal"/>
      <w:lvlText w:val="%1."/>
      <w:lvlJc w:val="left"/>
      <w:pPr>
        <w:tabs>
          <w:tab w:val="num" w:pos="2160"/>
        </w:tabs>
        <w:ind w:left="2160" w:hanging="90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
    <w:nsid w:val="2AE55DB4"/>
    <w:multiLevelType w:val="hybridMultilevel"/>
    <w:tmpl w:val="DC7E528C"/>
    <w:lvl w:ilvl="0" w:tplc="ED765F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2A91374"/>
    <w:multiLevelType w:val="multilevel"/>
    <w:tmpl w:val="139EE9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199"/>
    <w:rsid w:val="00037B3C"/>
    <w:rsid w:val="000841CC"/>
    <w:rsid w:val="000B19C2"/>
    <w:rsid w:val="001C7F89"/>
    <w:rsid w:val="004C2316"/>
    <w:rsid w:val="005A4BCB"/>
    <w:rsid w:val="006D1E34"/>
    <w:rsid w:val="0077359D"/>
    <w:rsid w:val="008D49D9"/>
    <w:rsid w:val="008E6450"/>
    <w:rsid w:val="00914F68"/>
    <w:rsid w:val="00A10199"/>
    <w:rsid w:val="00BC7E77"/>
    <w:rsid w:val="00C37D27"/>
    <w:rsid w:val="00D07C7F"/>
    <w:rsid w:val="00DA39B5"/>
    <w:rsid w:val="00DA4CDE"/>
    <w:rsid w:val="00DE27F8"/>
    <w:rsid w:val="00EC15BC"/>
    <w:rsid w:val="00EC4382"/>
    <w:rsid w:val="00ED757F"/>
    <w:rsid w:val="00FC3373"/>
    <w:rsid w:val="00FD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142E4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9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2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D739C"/>
    <w:pPr>
      <w:tabs>
        <w:tab w:val="center" w:pos="4680"/>
        <w:tab w:val="right" w:pos="9360"/>
      </w:tabs>
    </w:pPr>
  </w:style>
  <w:style w:type="character" w:customStyle="1" w:styleId="HeaderChar">
    <w:name w:val="Header Char"/>
    <w:basedOn w:val="DefaultParagraphFont"/>
    <w:link w:val="Header"/>
    <w:uiPriority w:val="99"/>
    <w:semiHidden/>
    <w:rsid w:val="00FD739C"/>
    <w:rPr>
      <w:sz w:val="24"/>
      <w:szCs w:val="24"/>
    </w:rPr>
  </w:style>
  <w:style w:type="paragraph" w:styleId="Footer">
    <w:name w:val="footer"/>
    <w:basedOn w:val="Normal"/>
    <w:link w:val="FooterChar"/>
    <w:uiPriority w:val="99"/>
    <w:semiHidden/>
    <w:unhideWhenUsed/>
    <w:rsid w:val="00FD739C"/>
    <w:pPr>
      <w:tabs>
        <w:tab w:val="center" w:pos="4680"/>
        <w:tab w:val="right" w:pos="9360"/>
      </w:tabs>
    </w:pPr>
  </w:style>
  <w:style w:type="character" w:customStyle="1" w:styleId="FooterChar">
    <w:name w:val="Footer Char"/>
    <w:basedOn w:val="DefaultParagraphFont"/>
    <w:link w:val="Footer"/>
    <w:uiPriority w:val="99"/>
    <w:semiHidden/>
    <w:rsid w:val="00FD739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9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E2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D739C"/>
    <w:pPr>
      <w:tabs>
        <w:tab w:val="center" w:pos="4680"/>
        <w:tab w:val="right" w:pos="9360"/>
      </w:tabs>
    </w:pPr>
  </w:style>
  <w:style w:type="character" w:customStyle="1" w:styleId="HeaderChar">
    <w:name w:val="Header Char"/>
    <w:basedOn w:val="DefaultParagraphFont"/>
    <w:link w:val="Header"/>
    <w:uiPriority w:val="99"/>
    <w:semiHidden/>
    <w:rsid w:val="00FD739C"/>
    <w:rPr>
      <w:sz w:val="24"/>
      <w:szCs w:val="24"/>
    </w:rPr>
  </w:style>
  <w:style w:type="paragraph" w:styleId="Footer">
    <w:name w:val="footer"/>
    <w:basedOn w:val="Normal"/>
    <w:link w:val="FooterChar"/>
    <w:uiPriority w:val="99"/>
    <w:semiHidden/>
    <w:unhideWhenUsed/>
    <w:rsid w:val="00FD739C"/>
    <w:pPr>
      <w:tabs>
        <w:tab w:val="center" w:pos="4680"/>
        <w:tab w:val="right" w:pos="9360"/>
      </w:tabs>
    </w:pPr>
  </w:style>
  <w:style w:type="character" w:customStyle="1" w:styleId="FooterChar">
    <w:name w:val="Footer Char"/>
    <w:basedOn w:val="DefaultParagraphFont"/>
    <w:link w:val="Footer"/>
    <w:uiPriority w:val="99"/>
    <w:semiHidden/>
    <w:rsid w:val="00FD73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SPEECH OF INTRODUCTION</vt:lpstr>
    </vt:vector>
  </TitlesOfParts>
  <Company>nuhs</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SPEECH OF INTRODUCTION</dc:title>
  <dc:creator>nuhs</dc:creator>
  <cp:lastModifiedBy>Ameena</cp:lastModifiedBy>
  <cp:revision>2</cp:revision>
  <dcterms:created xsi:type="dcterms:W3CDTF">2010-03-29T17:53:00Z</dcterms:created>
  <dcterms:modified xsi:type="dcterms:W3CDTF">2010-03-29T17:53:00Z</dcterms:modified>
</cp:coreProperties>
</file>